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2" w:after="0" w:line="282" w:lineRule="auto"/>
        <w:ind w:left="69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22.830002pt;margin-top:3.63413pt;width:369.666pt;height:66.7523pt;mso-position-horizontal-relative:page;mso-position-vertical-relative:paragraph;z-index:-54" coordorigin="2457,73" coordsize="7393,1335">
            <v:group style="position:absolute;left:2467;top:83;width:7373;height:301" coordorigin="2467,83" coordsize="7373,301">
              <v:shape style="position:absolute;left:2467;top:83;width:7373;height:301" coordorigin="2467,83" coordsize="7373,301" path="m2523,83l2491,84,2474,90,2468,106,2467,139,2467,327,2467,359,2474,376,2490,382,2523,383,9783,383,9816,382,9833,376,9839,360,9840,327,9840,139,9816,84,2523,83e" filled="t" fillcolor="#FFFFFF" stroked="f">
                <v:path arrowok="t"/>
                <v:fill/>
              </v:shape>
            </v:group>
            <v:group style="position:absolute;left:2467;top:421;width:7373;height:301" coordorigin="2467,421" coordsize="7373,301">
              <v:shape style="position:absolute;left:2467;top:421;width:7373;height:301" coordorigin="2467,421" coordsize="7373,301" path="m2523,421l2491,422,2474,428,2468,445,2467,477,2467,665,2467,697,2474,714,2490,721,2523,721,9783,721,9816,721,9833,714,9839,698,9840,665,9840,477,9816,422,2523,421e" filled="t" fillcolor="#FFFFFF" stroked="f">
                <v:path arrowok="t"/>
                <v:fill/>
              </v:shape>
            </v:group>
            <v:group style="position:absolute;left:2467;top:759;width:7373;height:301" coordorigin="2467,759" coordsize="7373,301">
              <v:shape style="position:absolute;left:2467;top:759;width:7373;height:301" coordorigin="2467,759" coordsize="7373,301" path="m2523,759l2491,760,2474,766,2468,783,2467,815,2467,1003,2467,1036,2474,1052,2490,1059,2523,1060,9783,1060,9816,1059,9833,1053,9839,1036,9840,1003,9840,815,9816,760,2523,759e" filled="t" fillcolor="#FFFFFF" stroked="f">
                <v:path arrowok="t"/>
                <v:fill/>
              </v:shape>
            </v:group>
            <v:group style="position:absolute;left:2467;top:1097;width:7373;height:301" coordorigin="2467,1097" coordsize="7373,301">
              <v:shape style="position:absolute;left:2467;top:1097;width:7373;height:301" coordorigin="2467,1097" coordsize="7373,301" path="m2523,1097l2491,1098,2474,1104,2468,1121,2467,1153,2467,1341,2467,1374,2474,1391,2490,1397,2523,1398,9783,1398,9816,1397,9833,1391,9839,1374,9840,1341,9840,1153,9816,1098,2523,1097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92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Elsbeth.</w:t>
        </w:r>
        <w:r>
          <w:rPr>
            <w:rFonts w:ascii="Arial" w:hAnsi="Arial" w:cs="Arial" w:eastAsia="Arial"/>
            <w:sz w:val="25"/>
            <w:szCs w:val="25"/>
            <w:color w:val="231F20"/>
            <w:spacing w:val="-5"/>
            <w:w w:val="100"/>
          </w:rPr>
          <w:t>W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urzer@Ravensteine</w:t>
        </w:r>
        <w:r>
          <w:rPr>
            <w:rFonts w:ascii="Arial" w:hAnsi="Arial" w:cs="Arial" w:eastAsia="Arial"/>
            <w:sz w:val="25"/>
            <w:szCs w:val="25"/>
            <w:color w:val="231F20"/>
            <w:spacing w:val="-14"/>
            <w:w w:val="100"/>
          </w:rPr>
          <w:t>r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erhalten?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20" w:bottom="280" w:left="1300" w:right="1680"/>
          <w:cols w:num="2" w:equalWidth="0">
            <w:col w:w="912" w:space="396"/>
            <w:col w:w="763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5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urze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105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gut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vier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Assistentin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Geschäftsführers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geschickt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Seitdem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gehört.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überhaupt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angekommen?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078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verstehen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falsch: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Selbstverständlich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verstehe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Prüfung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aller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nehmen.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17" w:right="1243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möglich,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kurz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informieren,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ob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Unterlagen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erhalten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(gern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E-Mail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stehende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Adresse)?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Falls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schicke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einmal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82" w:lineRule="auto"/>
        <w:ind w:left="117" w:right="4514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ielen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Entgegenkommen!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Beste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Grüße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3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Angelika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Plessar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Fuchsgrund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06246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Delitzsch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0351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-19"/>
          <w:w w:val="100"/>
        </w:rPr>
        <w:t>1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1222333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5"/>
          <w:szCs w:val="25"/>
        </w:rPr>
      </w:pPr>
      <w:rPr/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E-Mail: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a.plessar@webprovide</w:t>
        </w:r>
        <w:r>
          <w:rPr>
            <w:rFonts w:ascii="Arial" w:hAnsi="Arial" w:cs="Arial" w:eastAsia="Arial"/>
            <w:sz w:val="25"/>
            <w:szCs w:val="25"/>
            <w:color w:val="231F20"/>
            <w:spacing w:val="-14"/>
            <w:w w:val="100"/>
          </w:rPr>
          <w:t>r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92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Elsbeth.Wurzer@Ravensteiner.de" TargetMode="External"/><Relationship Id="rId6" Type="http://schemas.openxmlformats.org/officeDocument/2006/relationships/hyperlink" Target="mailto:a.plessar@webprovider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2016-02-17T10:51:15Z</dcterms:created>
  <dcterms:modified xsi:type="dcterms:W3CDTF">2016-02-17T10:51:15Z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